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BA352" w14:textId="77777777" w:rsidR="00630310" w:rsidRPr="00C161F4" w:rsidRDefault="00630310" w:rsidP="00630310">
      <w:pPr>
        <w:jc w:val="center"/>
        <w:rPr>
          <w:rFonts w:ascii="Arial" w:hAnsi="Arial" w:cs="Arial"/>
          <w:b/>
          <w:sz w:val="24"/>
          <w:szCs w:val="24"/>
        </w:rPr>
      </w:pPr>
      <w:r w:rsidRPr="00C161F4">
        <w:rPr>
          <w:rFonts w:ascii="Arial" w:hAnsi="Arial" w:cs="Arial"/>
          <w:b/>
          <w:sz w:val="24"/>
          <w:szCs w:val="24"/>
        </w:rPr>
        <w:t>COMUNICACIÓN DE INCIDENCIA</w:t>
      </w:r>
    </w:p>
    <w:p w14:paraId="42C53329" w14:textId="624B36A6" w:rsidR="00630310" w:rsidRPr="005D4792" w:rsidRDefault="00630310" w:rsidP="005D479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cstheme="minorHAnsi"/>
          <w:b/>
          <w:sz w:val="32"/>
          <w:szCs w:val="32"/>
        </w:rPr>
        <w:t xml:space="preserve"> </w:t>
      </w:r>
      <w:r w:rsidRPr="00C161F4">
        <w:rPr>
          <w:rFonts w:ascii="Arial" w:hAnsi="Arial" w:cs="Arial"/>
          <w:b/>
          <w:sz w:val="24"/>
          <w:szCs w:val="24"/>
        </w:rPr>
        <w:t xml:space="preserve">PLAN CORRESPONSABLES </w:t>
      </w:r>
      <w:r w:rsidRPr="005F5BE5">
        <w:rPr>
          <w:rFonts w:ascii="Arial" w:hAnsi="Arial" w:cs="Arial"/>
          <w:b/>
          <w:sz w:val="24"/>
          <w:szCs w:val="24"/>
        </w:rPr>
        <w:t>202</w:t>
      </w:r>
      <w:r w:rsidR="00AD0EDE">
        <w:rPr>
          <w:rFonts w:ascii="Arial" w:hAnsi="Arial" w:cs="Arial"/>
          <w:b/>
          <w:sz w:val="24"/>
          <w:szCs w:val="24"/>
        </w:rPr>
        <w:t>…</w:t>
      </w:r>
      <w:r w:rsidRPr="005F5BE5">
        <w:rPr>
          <w:rFonts w:ascii="Arial" w:hAnsi="Arial" w:cs="Arial"/>
          <w:b/>
          <w:sz w:val="24"/>
          <w:szCs w:val="24"/>
        </w:rPr>
        <w:t>-202</w:t>
      </w:r>
      <w:r w:rsidR="00AD0EDE">
        <w:rPr>
          <w:rFonts w:ascii="Arial" w:hAnsi="Arial" w:cs="Arial"/>
          <w:b/>
          <w:sz w:val="24"/>
          <w:szCs w:val="24"/>
        </w:rPr>
        <w:t>…</w:t>
      </w:r>
    </w:p>
    <w:tbl>
      <w:tblPr>
        <w:tblStyle w:val="Tablaconcuadrcula"/>
        <w:tblpPr w:leftFromText="141" w:rightFromText="141" w:vertAnchor="text" w:horzAnchor="margin" w:tblpXSpec="center" w:tblpY="154"/>
        <w:tblW w:w="9312" w:type="dxa"/>
        <w:tblLook w:val="04A0" w:firstRow="1" w:lastRow="0" w:firstColumn="1" w:lastColumn="0" w:noHBand="0" w:noVBand="1"/>
      </w:tblPr>
      <w:tblGrid>
        <w:gridCol w:w="2405"/>
        <w:gridCol w:w="2126"/>
        <w:gridCol w:w="2127"/>
        <w:gridCol w:w="2654"/>
      </w:tblGrid>
      <w:tr w:rsidR="002C4AD1" w14:paraId="038602A9" w14:textId="77777777" w:rsidTr="002C4AD1">
        <w:trPr>
          <w:trHeight w:val="123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14:paraId="55E31413" w14:textId="77777777" w:rsidR="002C4AD1" w:rsidRPr="00993367" w:rsidRDefault="002C4AD1" w:rsidP="002C4AD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Denominación </w:t>
            </w:r>
            <w:r w:rsidRPr="00993367">
              <w:rPr>
                <w:rFonts w:ascii="Arial" w:hAnsi="Arial" w:cs="Arial"/>
                <w:b/>
                <w:szCs w:val="24"/>
              </w:rPr>
              <w:t>de la actuación:</w:t>
            </w:r>
          </w:p>
        </w:tc>
      </w:tr>
      <w:tr w:rsidR="002C4AD1" w14:paraId="4CAB52AB" w14:textId="77777777" w:rsidTr="002C4AD1">
        <w:trPr>
          <w:trHeight w:val="116"/>
        </w:trPr>
        <w:tc>
          <w:tcPr>
            <w:tcW w:w="9312" w:type="dxa"/>
            <w:gridSpan w:val="4"/>
          </w:tcPr>
          <w:p w14:paraId="4720B422" w14:textId="77777777" w:rsidR="002C4AD1" w:rsidRPr="00A30B7F" w:rsidRDefault="002C4AD1" w:rsidP="002C4AD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2C4AD1" w14:paraId="0B9EF57D" w14:textId="77777777" w:rsidTr="002C4AD1">
        <w:trPr>
          <w:trHeight w:val="123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14:paraId="638F4D8D" w14:textId="77777777" w:rsidR="002C4AD1" w:rsidRDefault="002C4AD1" w:rsidP="002C4AD1">
            <w:pPr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RELLENE </w:t>
            </w:r>
            <w:r w:rsidRPr="00967295">
              <w:rPr>
                <w:rFonts w:ascii="Arial" w:hAnsi="Arial" w:cs="Arial"/>
                <w:b/>
                <w:szCs w:val="24"/>
                <w:u w:val="single"/>
              </w:rPr>
              <w:t>TAN SOLO</w:t>
            </w:r>
            <w:r>
              <w:rPr>
                <w:rFonts w:ascii="Arial" w:hAnsi="Arial" w:cs="Arial"/>
                <w:b/>
                <w:szCs w:val="24"/>
              </w:rPr>
              <w:t xml:space="preserve"> AQUEL APARTADO QUE SE VE MODIFICADO CON LA INCIDENCIA</w:t>
            </w:r>
          </w:p>
        </w:tc>
      </w:tr>
      <w:tr w:rsidR="002C4AD1" w:rsidRPr="001002A6" w14:paraId="66FBD95B" w14:textId="77777777" w:rsidTr="002C4AD1">
        <w:trPr>
          <w:trHeight w:val="659"/>
        </w:trPr>
        <w:tc>
          <w:tcPr>
            <w:tcW w:w="9312" w:type="dxa"/>
            <w:gridSpan w:val="4"/>
          </w:tcPr>
          <w:p w14:paraId="6C3C7906" w14:textId="77777777" w:rsidR="002C4AD1" w:rsidRPr="001002A6" w:rsidRDefault="002C4AD1" w:rsidP="002C4AD1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Lugar:</w:t>
            </w:r>
          </w:p>
        </w:tc>
      </w:tr>
      <w:tr w:rsidR="002C4AD1" w:rsidRPr="001002A6" w14:paraId="2D369F0A" w14:textId="77777777" w:rsidTr="002C4AD1">
        <w:trPr>
          <w:trHeight w:val="123"/>
        </w:trPr>
        <w:tc>
          <w:tcPr>
            <w:tcW w:w="4531" w:type="dxa"/>
            <w:gridSpan w:val="2"/>
          </w:tcPr>
          <w:p w14:paraId="66CE73C3" w14:textId="77777777" w:rsidR="002C4AD1" w:rsidRPr="001002A6" w:rsidRDefault="002C4AD1" w:rsidP="002C4AD1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Fecha de Inicio:</w:t>
            </w:r>
            <w:r>
              <w:rPr>
                <w:rFonts w:ascii="Arial" w:hAnsi="Arial" w:cs="Arial"/>
                <w:szCs w:val="24"/>
                <w:u w:val="words"/>
              </w:rPr>
              <w:t xml:space="preserve"> </w:t>
            </w:r>
            <w:r w:rsidRPr="001002A6">
              <w:rPr>
                <w:rFonts w:ascii="Arial" w:hAnsi="Arial" w:cs="Arial"/>
                <w:szCs w:val="24"/>
                <w:u w:val="words"/>
              </w:rPr>
              <w:t xml:space="preserve">  </w:t>
            </w:r>
            <w:sdt>
              <w:sdtPr>
                <w:rPr>
                  <w:rFonts w:ascii="Arial" w:hAnsi="Arial" w:cs="Arial"/>
                  <w:szCs w:val="24"/>
                  <w:u w:val="words"/>
                </w:rPr>
                <w:id w:val="-2029553072"/>
                <w:placeholder>
                  <w:docPart w:val="8A5609022B764B00A176600DF07DBD20"/>
                </w:placeholder>
                <w:showingPlcHdr/>
                <w:date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146876">
                  <w:rPr>
                    <w:rStyle w:val="Textodelmarcadordeposicin"/>
                  </w:rPr>
                  <w:t>Haga clic aquí o pulse para escribir una fecha.</w:t>
                </w:r>
              </w:sdtContent>
            </w:sdt>
            <w:r w:rsidRPr="001002A6">
              <w:rPr>
                <w:rFonts w:ascii="Arial" w:hAnsi="Arial" w:cs="Arial"/>
                <w:szCs w:val="24"/>
                <w:u w:val="words"/>
              </w:rPr>
              <w:t xml:space="preserve">                             </w:t>
            </w:r>
          </w:p>
        </w:tc>
        <w:tc>
          <w:tcPr>
            <w:tcW w:w="4781" w:type="dxa"/>
            <w:gridSpan w:val="2"/>
          </w:tcPr>
          <w:p w14:paraId="193BFBC6" w14:textId="77777777" w:rsidR="002C4AD1" w:rsidRPr="001002A6" w:rsidRDefault="002C4AD1" w:rsidP="002C4AD1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Fecha de finalización:</w:t>
            </w:r>
            <w:sdt>
              <w:sdtPr>
                <w:rPr>
                  <w:rFonts w:ascii="Arial" w:hAnsi="Arial" w:cs="Arial"/>
                  <w:szCs w:val="24"/>
                </w:rPr>
                <w:id w:val="37792254"/>
                <w:placeholder>
                  <w:docPart w:val="8A5609022B764B00A176600DF07DBD20"/>
                </w:placeholder>
                <w:showingPlcHdr/>
                <w:date w:fullDate="2020-04-18T00:00:00Z"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146876">
                  <w:rPr>
                    <w:rStyle w:val="Textodelmarcadordeposicin"/>
                  </w:rPr>
                  <w:t>Haga clic aquí o pulse para escribir una fecha.</w:t>
                </w:r>
              </w:sdtContent>
            </w:sdt>
          </w:p>
        </w:tc>
      </w:tr>
      <w:tr w:rsidR="002C4AD1" w:rsidRPr="001002A6" w14:paraId="0574F843" w14:textId="77777777" w:rsidTr="002C4AD1">
        <w:trPr>
          <w:trHeight w:val="563"/>
        </w:trPr>
        <w:tc>
          <w:tcPr>
            <w:tcW w:w="9312" w:type="dxa"/>
            <w:gridSpan w:val="4"/>
          </w:tcPr>
          <w:p w14:paraId="238020BF" w14:textId="77777777" w:rsidR="002C4AD1" w:rsidRPr="001002A6" w:rsidRDefault="002C4AD1" w:rsidP="002C4AD1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Días en los que desarrolla la actuación:</w:t>
            </w:r>
          </w:p>
        </w:tc>
      </w:tr>
      <w:tr w:rsidR="002C4AD1" w:rsidRPr="001002A6" w14:paraId="7DA52D85" w14:textId="77777777" w:rsidTr="002C4AD1">
        <w:trPr>
          <w:trHeight w:val="557"/>
        </w:trPr>
        <w:tc>
          <w:tcPr>
            <w:tcW w:w="9312" w:type="dxa"/>
            <w:gridSpan w:val="4"/>
          </w:tcPr>
          <w:p w14:paraId="7364D0A5" w14:textId="77777777" w:rsidR="002C4AD1" w:rsidRPr="001002A6" w:rsidRDefault="002C4AD1" w:rsidP="002C4AD1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Horario:</w:t>
            </w:r>
          </w:p>
        </w:tc>
      </w:tr>
      <w:tr w:rsidR="002C4AD1" w:rsidRPr="001002A6" w14:paraId="01E4F2A4" w14:textId="77777777" w:rsidTr="002C4AD1">
        <w:trPr>
          <w:trHeight w:val="551"/>
        </w:trPr>
        <w:tc>
          <w:tcPr>
            <w:tcW w:w="9312" w:type="dxa"/>
            <w:gridSpan w:val="4"/>
          </w:tcPr>
          <w:p w14:paraId="44D03097" w14:textId="77777777" w:rsidR="002C4AD1" w:rsidRPr="001002A6" w:rsidRDefault="002C4AD1" w:rsidP="002C4AD1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Franja de edad de las y los menores participantes:</w:t>
            </w:r>
          </w:p>
        </w:tc>
      </w:tr>
      <w:tr w:rsidR="002C4AD1" w:rsidRPr="001002A6" w14:paraId="11CC150C" w14:textId="77777777" w:rsidTr="002C4AD1">
        <w:trPr>
          <w:trHeight w:val="423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14:paraId="473D32A1" w14:textId="77777777" w:rsidR="002C4AD1" w:rsidRPr="001002A6" w:rsidRDefault="002C4AD1" w:rsidP="002C4AD1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Datos persona responsable del Ayuntamiento del Plan Corresponsables:</w:t>
            </w:r>
          </w:p>
        </w:tc>
      </w:tr>
      <w:tr w:rsidR="002C4AD1" w:rsidRPr="001002A6" w14:paraId="2A68A450" w14:textId="77777777" w:rsidTr="002C4AD1">
        <w:trPr>
          <w:trHeight w:val="416"/>
        </w:trPr>
        <w:tc>
          <w:tcPr>
            <w:tcW w:w="2405" w:type="dxa"/>
            <w:shd w:val="clear" w:color="auto" w:fill="FFFFFF" w:themeFill="background1"/>
          </w:tcPr>
          <w:p w14:paraId="5D502D92" w14:textId="77777777" w:rsidR="002C4AD1" w:rsidRPr="00FF56D8" w:rsidRDefault="002C4AD1" w:rsidP="002C4AD1">
            <w:pPr>
              <w:jc w:val="both"/>
              <w:rPr>
                <w:rFonts w:ascii="Arial" w:hAnsi="Arial" w:cs="Arial"/>
                <w:szCs w:val="24"/>
              </w:rPr>
            </w:pPr>
            <w:r w:rsidRPr="00FF56D8">
              <w:rPr>
                <w:rFonts w:ascii="Arial" w:hAnsi="Arial" w:cs="Arial"/>
                <w:szCs w:val="24"/>
              </w:rPr>
              <w:t>Nombre</w:t>
            </w:r>
            <w:r>
              <w:rPr>
                <w:rFonts w:ascii="Arial" w:hAnsi="Arial" w:cs="Arial"/>
                <w:szCs w:val="24"/>
              </w:rPr>
              <w:t>:</w:t>
            </w:r>
          </w:p>
        </w:tc>
        <w:tc>
          <w:tcPr>
            <w:tcW w:w="6907" w:type="dxa"/>
            <w:gridSpan w:val="3"/>
          </w:tcPr>
          <w:p w14:paraId="67F12D6D" w14:textId="77777777" w:rsidR="002C4AD1" w:rsidRPr="001002A6" w:rsidRDefault="002C4AD1" w:rsidP="002C4AD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2C4AD1" w:rsidRPr="001002A6" w14:paraId="450DBDE3" w14:textId="77777777" w:rsidTr="002C4AD1">
        <w:trPr>
          <w:trHeight w:val="419"/>
        </w:trPr>
        <w:tc>
          <w:tcPr>
            <w:tcW w:w="2405" w:type="dxa"/>
            <w:shd w:val="clear" w:color="auto" w:fill="FFFFFF" w:themeFill="background1"/>
          </w:tcPr>
          <w:p w14:paraId="0B745241" w14:textId="77777777" w:rsidR="002C4AD1" w:rsidRPr="00A30B7F" w:rsidRDefault="002C4AD1" w:rsidP="002C4AD1">
            <w:pPr>
              <w:jc w:val="both"/>
              <w:rPr>
                <w:rFonts w:ascii="Arial" w:hAnsi="Arial" w:cs="Arial"/>
                <w:szCs w:val="24"/>
              </w:rPr>
            </w:pPr>
            <w:r w:rsidRPr="00A30B7F">
              <w:rPr>
                <w:rFonts w:ascii="Arial" w:hAnsi="Arial" w:cs="Arial"/>
                <w:szCs w:val="24"/>
              </w:rPr>
              <w:t>Teléfono de contacto:</w:t>
            </w:r>
          </w:p>
        </w:tc>
        <w:tc>
          <w:tcPr>
            <w:tcW w:w="2126" w:type="dxa"/>
            <w:shd w:val="clear" w:color="auto" w:fill="FFFFFF" w:themeFill="background1"/>
          </w:tcPr>
          <w:p w14:paraId="08843C24" w14:textId="77777777" w:rsidR="002C4AD1" w:rsidRPr="00A30B7F" w:rsidRDefault="002C4AD1" w:rsidP="002C4AD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403F137" w14:textId="77777777" w:rsidR="002C4AD1" w:rsidRPr="00A30B7F" w:rsidRDefault="002C4AD1" w:rsidP="002C4AD1">
            <w:pPr>
              <w:jc w:val="both"/>
              <w:rPr>
                <w:rFonts w:ascii="Arial" w:hAnsi="Arial" w:cs="Arial"/>
                <w:szCs w:val="24"/>
              </w:rPr>
            </w:pPr>
            <w:r w:rsidRPr="00A30B7F">
              <w:rPr>
                <w:rFonts w:ascii="Arial" w:hAnsi="Arial" w:cs="Arial"/>
                <w:szCs w:val="24"/>
              </w:rPr>
              <w:t>Correo electrónico:</w:t>
            </w:r>
          </w:p>
        </w:tc>
        <w:tc>
          <w:tcPr>
            <w:tcW w:w="2654" w:type="dxa"/>
          </w:tcPr>
          <w:p w14:paraId="3649B767" w14:textId="77777777" w:rsidR="002C4AD1" w:rsidRDefault="002C4AD1" w:rsidP="002C4AD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2C4AD1" w14:paraId="516535FD" w14:textId="77777777" w:rsidTr="002C4AD1">
        <w:trPr>
          <w:trHeight w:val="247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14:paraId="3B3A94A4" w14:textId="77777777" w:rsidR="002C4AD1" w:rsidRDefault="002C4AD1" w:rsidP="002C4AD1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5362AD">
              <w:rPr>
                <w:rFonts w:ascii="Arial" w:hAnsi="Arial" w:cs="Arial"/>
                <w:b/>
              </w:rPr>
              <w:t>Datos del personal para la ejecución de la actuación</w:t>
            </w:r>
            <w:r w:rsidRPr="005362AD">
              <w:rPr>
                <w:rFonts w:ascii="Arial" w:hAnsi="Arial" w:cs="Arial"/>
              </w:rPr>
              <w:t xml:space="preserve"> (tanto si es personal de contratación directa, por parte del Ayuntamiento, o es a través de subcontratación)</w:t>
            </w:r>
          </w:p>
        </w:tc>
      </w:tr>
      <w:tr w:rsidR="002C4AD1" w14:paraId="04D04F38" w14:textId="77777777" w:rsidTr="002C4AD1">
        <w:trPr>
          <w:trHeight w:val="1051"/>
        </w:trPr>
        <w:tc>
          <w:tcPr>
            <w:tcW w:w="9312" w:type="dxa"/>
            <w:gridSpan w:val="4"/>
          </w:tcPr>
          <w:tbl>
            <w:tblPr>
              <w:tblStyle w:val="Tablaconcuadrcula"/>
              <w:tblW w:w="9088" w:type="dxa"/>
              <w:tblLook w:val="04A0" w:firstRow="1" w:lastRow="0" w:firstColumn="1" w:lastColumn="0" w:noHBand="0" w:noVBand="1"/>
            </w:tblPr>
            <w:tblGrid>
              <w:gridCol w:w="479"/>
              <w:gridCol w:w="1048"/>
              <w:gridCol w:w="1109"/>
              <w:gridCol w:w="767"/>
              <w:gridCol w:w="999"/>
              <w:gridCol w:w="4686"/>
            </w:tblGrid>
            <w:tr w:rsidR="002C4AD1" w14:paraId="71B6E262" w14:textId="77777777" w:rsidTr="004E5EBF">
              <w:trPr>
                <w:trHeight w:val="138"/>
              </w:trPr>
              <w:tc>
                <w:tcPr>
                  <w:tcW w:w="4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D4FFA8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609438" w14:textId="77777777" w:rsidR="002C4AD1" w:rsidRPr="004817AC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 xml:space="preserve">Nueva </w:t>
                  </w:r>
                </w:p>
                <w:p w14:paraId="0422E710" w14:textId="77777777" w:rsidR="002C4AD1" w:rsidRPr="004817AC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>creación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070590" w14:textId="77777777" w:rsidR="002C4AD1" w:rsidRPr="004817AC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>Puesto ampliado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6D3A5C" w14:textId="77777777" w:rsidR="002C4AD1" w:rsidRPr="004817AC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>Mujer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64951F" w14:textId="77777777" w:rsidR="002C4AD1" w:rsidRPr="004817AC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>Hombre</w:t>
                  </w:r>
                </w:p>
              </w:tc>
              <w:tc>
                <w:tcPr>
                  <w:tcW w:w="4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B9747D" w14:textId="77777777" w:rsidR="002C4AD1" w:rsidRPr="004817AC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Seleccione perfil profesional:</w:t>
                  </w:r>
                </w:p>
              </w:tc>
            </w:tr>
            <w:tr w:rsidR="002C4AD1" w14:paraId="38B4D9C1" w14:textId="77777777" w:rsidTr="004E5EBF">
              <w:trPr>
                <w:trHeight w:val="206"/>
              </w:trPr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17B6ED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1562B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B90B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3E9391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000D6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CDF71" w14:textId="77777777" w:rsidR="002C4AD1" w:rsidRDefault="00B14430" w:rsidP="002C4AD1">
                  <w:pPr>
                    <w:framePr w:hSpace="141" w:wrap="around" w:vAnchor="text" w:hAnchor="margin" w:xAlign="center" w:y="154"/>
                    <w:tabs>
                      <w:tab w:val="left" w:pos="2685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-1901893956"/>
                      <w:placeholder>
                        <w:docPart w:val="0DFACC9A30C04D76AC116DB0CC865EE9"/>
                      </w:placeholder>
                      <w:showingPlcHdr/>
                      <w15:color w:val="CC99FF"/>
                      <w:dropDownList>
                        <w:listItem w:value="Elija un elemento."/>
                        <w:listItem w:displayText="Técnica/o  Superior en Educación Infantil" w:value="Técnica/o  Superior en Educación Infantil"/>
                        <w:listItem w:displayText="Técnica/o Superior en Animación Sociocultural y Turística" w:value="Técnica/o Superior en Animación Sociocultural y Turística"/>
                        <w:listItem w:displayText="Técnica/o superior en Enseñanza y Animación Sociodeportiva" w:value="Técnica/o superior en Enseñanza y Animación Sociodeportiva"/>
                        <w:listItem w:displayText="Auxiliar de Guarderia o de Jardin de Infancia" w:value="Auxiliar de Guarderia o de Jardin de Infancia"/>
                        <w:listItem w:displayText="Monitoras/es de ocio y tiempo libre" w:value="Monitoras/es de ocio y tiempo libre"/>
                        <w:listItem w:displayText="Certificado de profesionalidad &quot;Dinamización de actividades de tiempo libre educativo infantil juvenil&quot;" w:value="Certificado de profesionalidad &quot;Dinamización de actividades de tiempo libre educativo infantil juvenil&quot;"/>
                        <w:listItem w:displayText="Certificado de profesionalidad de &quot;Dirección y coordinación de tiempo libre educativo infantil y juvenil&quot;" w:value="Certificado de profesionalidad de &quot;Dirección y coordinación de tiempo libre educativo infantil y juvenil&quot;"/>
                        <w:listItem w:displayText="Titulaciones de contenido similar con más de 100h, con homologación o aval publico, por Administraciones, o Universidades públicas o privadas" w:value="Titulaciones de contenido similar con más de 100h, con homologación o aval publico, por Administraciones, o Universidades públicas o privadas"/>
                        <w:listItem w:displayText="Graduada/o Eduación Infantil o Primaria" w:value="Graduada/o Eduación Infantil o Primaria"/>
                        <w:listItem w:displayText="Persona habilitada para bolsas de cuidados en el Plan Corresponsables" w:value="Persona habilitada para bolsas de cuidados en el Plan Corresponsables"/>
                      </w:dropDownList>
                    </w:sdtPr>
                    <w:sdtEndPr/>
                    <w:sdtContent>
                      <w:r w:rsidR="002C4AD1" w:rsidRPr="0049731D">
                        <w:rPr>
                          <w:rStyle w:val="Textodelmarcadordeposicin"/>
                        </w:rPr>
                        <w:t>Elija un elemento.</w:t>
                      </w:r>
                    </w:sdtContent>
                  </w:sdt>
                  <w:r w:rsidR="002C4AD1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</w:tc>
            </w:tr>
            <w:tr w:rsidR="002C4AD1" w14:paraId="00043A0A" w14:textId="77777777" w:rsidTr="004E5EBF">
              <w:trPr>
                <w:trHeight w:val="196"/>
              </w:trPr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128394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4E7CAA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114C90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B3231A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680C6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-886172443"/>
                  <w:placeholder>
                    <w:docPart w:val="67BDC9C66C8945398C7BD8E9134FE7E2"/>
                  </w:placeholder>
                  <w:showingPlcHdr/>
                  <w15:color w:val="CC99FF"/>
                  <w:comboBox>
                    <w:listItem w:value="Elija un elemento."/>
                    <w:listItem w:displayText="Técnica/o Superior en Educación Infantil" w:value="Técnica/o Superior en Educación Infantil"/>
                    <w:listItem w:displayText="Técnica/o Superior en Animación Sociocultural y Turística" w:value="Técnica/o Superior en Animación Sociocultural y Turística"/>
                    <w:listItem w:displayText="Técnica/o Superior en Enseñanza y Animación Sociodeportiva" w:value="Técnica/o Superior en Enseñanza y Animación Sociodeportiva"/>
                    <w:listItem w:displayText="Auxiliar de educación infantil o de Jardían de Infancia" w:value="Auxiliar de educación infantil o de Jardían de Infancia"/>
                    <w:listItem w:displayText="Monitoras/es de Ocio y tiempo libre" w:value="Monitoras/es de Ocio y tiempo libre"/>
                    <w:listItem w:displayText="Certificado de profesionalidad &quot;Dinamización de actividades de tiempo libre educativo infantil juvenil&quot;" w:value="Certificado de profesionalidad &quot;Dinamización de actividades de tiempo libre educativo infantil juvenil&quot;"/>
                    <w:listItem w:displayText="Certificado de profesionalidad de &quot;Dirección y coordinación de tiepo libre educativo infantil y juvenil&quot;" w:value="Certificado de profesionalidad de &quot;Dirección y coordinación de tiepo libre educativo infantil y juvenil&quot;"/>
                    <w:listItem w:displayText="Titulaciones de contenido similiar con más de 100 h, con homologación o aval público por Administraciones, o Universidades públicas o privadas" w:value="Titulaciones de contenido similiar con más de 100 h, con homologación o aval público por Administraciones, o Universidades públicas o privadas"/>
                    <w:listItem w:displayText="Graduada/o en Educación Infantil o Primaria" w:value="Graduada/o en Educación Infantil o Primaria"/>
                    <w:listItem w:displayText="Persona habilitada para bolsas de cuidados en el Plan Corresponsables" w:value="Persona habilitada para bolsas de cuidados en el Plan Corresponsables"/>
                  </w:comboBox>
                </w:sdtPr>
                <w:sdtEndPr/>
                <w:sdtContent>
                  <w:tc>
                    <w:tcPr>
                      <w:tcW w:w="4705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2A970E16" w14:textId="77777777" w:rsidR="002C4AD1" w:rsidRDefault="002C4AD1" w:rsidP="002C4AD1">
                      <w:pPr>
                        <w:framePr w:hSpace="141" w:wrap="around" w:vAnchor="text" w:hAnchor="margin" w:xAlign="center" w:y="154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9731D">
                        <w:rPr>
                          <w:rStyle w:val="Textodelmarcadordeposicin"/>
                        </w:rPr>
                        <w:t>Elija un elemento.</w:t>
                      </w:r>
                    </w:p>
                  </w:tc>
                </w:sdtContent>
              </w:sdt>
            </w:tr>
            <w:tr w:rsidR="002C4AD1" w14:paraId="744F8E30" w14:textId="77777777" w:rsidTr="004E5EBF">
              <w:trPr>
                <w:trHeight w:val="196"/>
              </w:trPr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332F28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4DABC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6857C2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FB71E4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4CE516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1133448191"/>
                  <w:placeholder>
                    <w:docPart w:val="8CA30C0E3E6248BE81D97E0B5223991F"/>
                  </w:placeholder>
                  <w:showingPlcHdr/>
                  <w15:color w:val="CC99FF"/>
                  <w:comboBox>
                    <w:listItem w:value="Elija un elemento."/>
                    <w:listItem w:displayText="Técnica/o Superior en Educación Infantil" w:value="Técnica/o Superior en Educación Infantil"/>
                    <w:listItem w:displayText="Técnica/o Superior en Animación sociocultural y turística" w:value="Técnica/o Superior en Animación sociocultural y turística"/>
                    <w:listItem w:displayText="Técnica/o Superior en Enseñanza y animación sociodeportiva" w:value="Técnica/o Superior en Enseñanza y animación sociodeportiva"/>
                    <w:listItem w:displayText="Auxiliar de educación infantil o de Jardín de Infancia" w:value="Auxiliar de educación infantil o de Jardín de Infancia"/>
                    <w:listItem w:displayText="Monitoras/es de ocio y tiempo libre" w:value="Monitoras/es de ocio y tiempo libre"/>
                    <w:listItem w:displayText="Certificado de profesionalida de &quot;Dinamización de actividades de tiempo libre educativo infantil juvenil&quot;" w:value="Certificado de profesionalida de &quot;Dinamización de actividades de tiempo libre educativo infantil juvenil&quot;"/>
                    <w:listItem w:displayText="Certificado de profesionalidad  de &quot;Dirección y coordinación de tiempo libre educativo infantil y juvenil&quot;" w:value="Certificado de profesionalidad  de &quot;Dirección y coordinación de tiempo libre educativo infantil y juvenil&quot;"/>
                    <w:listItem w:displayText="Titulaciones de contenido similiar con más de 100 h, con homologación o aval público por Administraciones, o Universidades públicas o privadas" w:value="Titulaciones de contenido similiar con más de 100 h, con homologación o aval público por Administraciones, o Universidades públicas o privadas"/>
                    <w:listItem w:displayText="Graduada/o en Educación Infantil o Primaria" w:value="Graduada/o en Educación Infantil o Primaria"/>
                    <w:listItem w:displayText="Persona habilitada para bolsas de cuidados en el Plan Corresponsables" w:value="Persona habilitada para bolsas de cuidados en el Plan Corresponsables"/>
                  </w:comboBox>
                </w:sdtPr>
                <w:sdtEndPr/>
                <w:sdtContent>
                  <w:tc>
                    <w:tcPr>
                      <w:tcW w:w="4705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34FD4BBE" w14:textId="77777777" w:rsidR="002C4AD1" w:rsidRDefault="002C4AD1" w:rsidP="002C4AD1">
                      <w:pPr>
                        <w:framePr w:hSpace="141" w:wrap="around" w:vAnchor="text" w:hAnchor="margin" w:xAlign="center" w:y="154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9731D">
                        <w:rPr>
                          <w:rStyle w:val="Textodelmarcadordeposicin"/>
                        </w:rPr>
                        <w:t>Elija un elemento.</w:t>
                      </w:r>
                    </w:p>
                  </w:tc>
                </w:sdtContent>
              </w:sdt>
            </w:tr>
            <w:tr w:rsidR="002C4AD1" w14:paraId="30608136" w14:textId="77777777" w:rsidTr="004E5EBF">
              <w:trPr>
                <w:trHeight w:val="196"/>
              </w:trPr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0EC34C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6F7D3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E42DA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977FEF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3CC63" w14:textId="77777777" w:rsidR="002C4AD1" w:rsidRDefault="002C4AD1" w:rsidP="002C4AD1">
                  <w:pPr>
                    <w:framePr w:hSpace="141" w:wrap="around" w:vAnchor="text" w:hAnchor="margin" w:xAlign="center" w:y="154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883288978"/>
                  <w:placeholder>
                    <w:docPart w:val="E795AA0E5E4F4890A95487FC0C92715C"/>
                  </w:placeholder>
                  <w:showingPlcHdr/>
                  <w15:color w:val="CC99FF"/>
                  <w:dropDownList>
                    <w:listItem w:value="Elija un elemento."/>
                    <w:listItem w:displayText="Técnica/o Superior en Educación Infantil" w:value="Técnica/o Superior en Educación Infantil"/>
                    <w:listItem w:displayText="Técnica/o Superior en Animación sociocultural y turística" w:value="Técnica/o Superior en Animación sociocultural y turística"/>
                    <w:listItem w:displayText="Técnica/o superior en Enseñanza y animación sociodeportiva" w:value="Técnica/o superior en Enseñanza y animación sociodeportiva"/>
                    <w:listItem w:displayText="Auxiliar de educación infantil o de Jardín de Infancia" w:value="Auxiliar de educación infantil o de Jardín de Infancia"/>
                    <w:listItem w:displayText="Monitoras/es de ocio y tiempo libre" w:value="Monitoras/es de ocio y tiempo libre"/>
                    <w:listItem w:displayText="Certificado de profesionalidad de &quot;Dinamización de actividades de tiempo libre educativo infantil juvenil&quot;" w:value="Certificado de profesionalidad de &quot;Dinamización de actividades de tiempo libre educativo infantil juvenil&quot;"/>
                    <w:listItem w:displayText="Certificado de profesionalidad deDirección y coordinación de tiempo libre educativo infantil y juvenil" w:value="Certificado de profesionalidad deDirección y coordinación de tiempo libre educativo infantil y juvenil"/>
                    <w:listItem w:displayText="Titulaciones de contenido similiar con más de 100 h, con homologación o aval público por Administraciones, o Universidades públicas o privadas" w:value="Titulaciones de contenido similiar con más de 100 h, con homologación o aval público por Administraciones, o Universidades públicas o privadas"/>
                    <w:listItem w:displayText="Graduado/a en Educación Infantil o Primaria" w:value="Graduado/a en Educación Infantil o Primaria"/>
                    <w:listItem w:displayText="Persona habilitada para bolsas de cuidados en el Plan Corresponsables" w:value="Persona habilitada para bolsas de cuidados en el Plan Corresponsables"/>
                  </w:dropDownList>
                </w:sdtPr>
                <w:sdtEndPr/>
                <w:sdtContent>
                  <w:tc>
                    <w:tcPr>
                      <w:tcW w:w="4705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0994E6A2" w14:textId="77777777" w:rsidR="002C4AD1" w:rsidRDefault="002C4AD1" w:rsidP="002C4AD1">
                      <w:pPr>
                        <w:framePr w:hSpace="141" w:wrap="around" w:vAnchor="text" w:hAnchor="margin" w:xAlign="center" w:y="154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9731D">
                        <w:rPr>
                          <w:rStyle w:val="Textodelmarcadordeposicin"/>
                        </w:rPr>
                        <w:t>Elija un elemento.</w:t>
                      </w:r>
                    </w:p>
                  </w:tc>
                </w:sdtContent>
              </w:sdt>
            </w:tr>
          </w:tbl>
          <w:p w14:paraId="0149BC7A" w14:textId="77777777" w:rsidR="002C4AD1" w:rsidRDefault="002C4AD1" w:rsidP="002C4AD1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</w:tr>
      <w:tr w:rsidR="002C4AD1" w14:paraId="14CD86B9" w14:textId="77777777" w:rsidTr="002C4AD1">
        <w:trPr>
          <w:trHeight w:val="116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14:paraId="467BC1FB" w14:textId="77777777" w:rsidR="002C4AD1" w:rsidRDefault="002C4AD1" w:rsidP="002C4AD1">
            <w:pPr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Si la incidencia no se refiere a los apartados anteriores, o si es necesario realizar alguna aclaración (si es ampliación o sustitución del personal, por ejemplo) breve descripción de la misma:</w:t>
            </w:r>
          </w:p>
        </w:tc>
      </w:tr>
      <w:tr w:rsidR="002C4AD1" w14:paraId="034A4756" w14:textId="77777777" w:rsidTr="002C4AD1">
        <w:trPr>
          <w:trHeight w:val="2616"/>
        </w:trPr>
        <w:tc>
          <w:tcPr>
            <w:tcW w:w="9312" w:type="dxa"/>
            <w:gridSpan w:val="4"/>
          </w:tcPr>
          <w:p w14:paraId="2BB614D7" w14:textId="77777777" w:rsidR="002C4AD1" w:rsidRPr="00143D95" w:rsidRDefault="002C4AD1" w:rsidP="002C4AD1">
            <w:pPr>
              <w:ind w:right="467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7E2F12B2" w14:textId="77777777" w:rsidR="00FA3415" w:rsidRPr="00630310" w:rsidRDefault="00FA3415" w:rsidP="002C4AD1"/>
    <w:sectPr w:rsidR="00FA3415" w:rsidRPr="00630310" w:rsidSect="00AC67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418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D67F7" w14:textId="77777777" w:rsidR="00021F1E" w:rsidRDefault="00021F1E" w:rsidP="00022BEF">
      <w:pPr>
        <w:spacing w:after="0" w:line="240" w:lineRule="auto"/>
      </w:pPr>
      <w:r>
        <w:separator/>
      </w:r>
    </w:p>
  </w:endnote>
  <w:endnote w:type="continuationSeparator" w:id="0">
    <w:p w14:paraId="7BDE7F70" w14:textId="77777777" w:rsidR="00021F1E" w:rsidRDefault="00021F1E" w:rsidP="00022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3B506" w14:textId="77777777" w:rsidR="008D4A9B" w:rsidRDefault="008D4A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502" w:type="pct"/>
      <w:tblInd w:w="-426" w:type="dxa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677"/>
      <w:gridCol w:w="4681"/>
    </w:tblGrid>
    <w:tr w:rsidR="00BC560C" w14:paraId="60D40C71" w14:textId="77777777" w:rsidTr="006A4218">
      <w:tc>
        <w:tcPr>
          <w:tcW w:w="2499" w:type="pct"/>
          <w:shd w:val="clear" w:color="auto" w:fill="B878AC"/>
          <w:vAlign w:val="center"/>
        </w:tcPr>
        <w:p w14:paraId="5CFA1E59" w14:textId="77777777" w:rsidR="00BC560C" w:rsidRPr="00022BEF" w:rsidRDefault="00B14430" w:rsidP="00BC560C">
          <w:pPr>
            <w:pStyle w:val="Piedepgina"/>
            <w:spacing w:before="80" w:after="80"/>
            <w:jc w:val="both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sdt>
            <w:sdtPr>
              <w:rPr>
                <w:rFonts w:ascii="Arial Narrow" w:hAnsi="Arial Narrow"/>
                <w:caps/>
                <w:color w:val="FFFFFF" w:themeColor="background1"/>
                <w:sz w:val="20"/>
                <w:szCs w:val="18"/>
              </w:rPr>
              <w:alias w:val="Título"/>
              <w:tag w:val=""/>
              <w:id w:val="-57882983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BC560C" w:rsidRPr="00022BEF">
                <w:rPr>
                  <w:rFonts w:ascii="Arial Narrow" w:hAnsi="Arial Narrow"/>
                  <w:caps/>
                  <w:color w:val="FFFFFF" w:themeColor="background1"/>
                  <w:sz w:val="20"/>
                  <w:szCs w:val="18"/>
                </w:rPr>
                <w:t>PLAN CORRESPONSABLES CASTILLA-LA MANCHA</w:t>
              </w:r>
            </w:sdtContent>
          </w:sdt>
        </w:p>
      </w:tc>
      <w:tc>
        <w:tcPr>
          <w:tcW w:w="2501" w:type="pct"/>
          <w:shd w:val="clear" w:color="auto" w:fill="B878AC"/>
          <w:vAlign w:val="center"/>
        </w:tcPr>
        <w:p w14:paraId="026B1367" w14:textId="77777777" w:rsidR="00BC560C" w:rsidRPr="00022BEF" w:rsidRDefault="00BC560C" w:rsidP="00BC560C">
          <w:pPr>
            <w:pStyle w:val="Piedepgina"/>
            <w:spacing w:before="80" w:after="80"/>
            <w:jc w:val="right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r>
            <w:rPr>
              <w:rFonts w:ascii="Arial Narrow" w:hAnsi="Arial Narrow"/>
              <w:caps/>
              <w:noProof/>
              <w:color w:val="FFFFFF" w:themeColor="background1"/>
              <w:sz w:val="20"/>
              <w:szCs w:val="18"/>
              <w:lang w:eastAsia="es-ES"/>
            </w:rPr>
            <w:drawing>
              <wp:inline distT="0" distB="0" distL="0" distR="0" wp14:anchorId="41EE2378" wp14:editId="67D389F5">
                <wp:extent cx="788670" cy="205740"/>
                <wp:effectExtent l="0" t="0" r="0" b="3810"/>
                <wp:docPr id="18" name="Imagen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353" cy="21348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31B7531" w14:textId="29AC5B14" w:rsidR="00BC560C" w:rsidRDefault="00BC560C">
    <w:pPr>
      <w:pStyle w:val="Piedepgina"/>
    </w:pPr>
  </w:p>
  <w:p w14:paraId="42091EF5" w14:textId="77777777" w:rsidR="00022BEF" w:rsidRDefault="00022BE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FF826" w14:textId="77777777" w:rsidR="008D4A9B" w:rsidRDefault="008D4A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635D1" w14:textId="77777777" w:rsidR="00021F1E" w:rsidRDefault="00021F1E" w:rsidP="00022BEF">
      <w:pPr>
        <w:spacing w:after="0" w:line="240" w:lineRule="auto"/>
      </w:pPr>
      <w:r>
        <w:separator/>
      </w:r>
    </w:p>
  </w:footnote>
  <w:footnote w:type="continuationSeparator" w:id="0">
    <w:p w14:paraId="1E74794B" w14:textId="77777777" w:rsidR="00021F1E" w:rsidRDefault="00021F1E" w:rsidP="00022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EF6A1" w14:textId="77777777" w:rsidR="008D4A9B" w:rsidRDefault="008D4A9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C8CA2" w14:textId="7597B791" w:rsidR="00DB7F5B" w:rsidRDefault="00B14430" w:rsidP="00DB7F5B">
    <w:pPr>
      <w:pStyle w:val="Encabezado"/>
      <w:tabs>
        <w:tab w:val="clear" w:pos="4252"/>
        <w:tab w:val="clear" w:pos="8504"/>
        <w:tab w:val="left" w:pos="2552"/>
        <w:tab w:val="left" w:pos="6300"/>
      </w:tabs>
      <w:ind w:left="284"/>
    </w:pPr>
    <w:bookmarkStart w:id="0" w:name="_GoBack"/>
    <w:r>
      <w:rPr>
        <w:noProof/>
      </w:rPr>
      <w:drawing>
        <wp:inline distT="0" distB="0" distL="0" distR="0" wp14:anchorId="586A2CF6" wp14:editId="3A997539">
          <wp:extent cx="5400040" cy="522605"/>
          <wp:effectExtent l="0" t="0" r="0" b="0"/>
          <wp:docPr id="13" name="Imagen 12">
            <a:extLst xmlns:a="http://schemas.openxmlformats.org/drawingml/2006/main">
              <a:ext uri="{FF2B5EF4-FFF2-40B4-BE49-F238E27FC236}">
                <a16:creationId xmlns:a16="http://schemas.microsoft.com/office/drawing/2014/main" id="{50D473A9-DAEB-D97D-E1C3-80E4801B86C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n 12">
                    <a:extLst>
                      <a:ext uri="{FF2B5EF4-FFF2-40B4-BE49-F238E27FC236}">
                        <a16:creationId xmlns:a16="http://schemas.microsoft.com/office/drawing/2014/main" id="{50D473A9-DAEB-D97D-E1C3-80E4801B86C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522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r w:rsidR="00DB7F5B">
      <w:tab/>
    </w:r>
    <w:r w:rsidR="00DB7F5B">
      <w:tab/>
    </w:r>
  </w:p>
  <w:p w14:paraId="676BE2D7" w14:textId="36205EE4" w:rsidR="00622D8A" w:rsidRPr="00DB7F5B" w:rsidRDefault="00622D8A" w:rsidP="00DB7F5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7103B" w14:textId="77777777" w:rsidR="008D4A9B" w:rsidRDefault="008D4A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F1E"/>
    <w:rsid w:val="00012B56"/>
    <w:rsid w:val="00021F1E"/>
    <w:rsid w:val="00022BEF"/>
    <w:rsid w:val="00060DA1"/>
    <w:rsid w:val="0007435D"/>
    <w:rsid w:val="000A599C"/>
    <w:rsid w:val="000D282B"/>
    <w:rsid w:val="001069D8"/>
    <w:rsid w:val="0011086A"/>
    <w:rsid w:val="00123C4A"/>
    <w:rsid w:val="00136DE4"/>
    <w:rsid w:val="00143D95"/>
    <w:rsid w:val="00160117"/>
    <w:rsid w:val="00164E27"/>
    <w:rsid w:val="0017480B"/>
    <w:rsid w:val="001858FC"/>
    <w:rsid w:val="0019572F"/>
    <w:rsid w:val="001A6752"/>
    <w:rsid w:val="001B561B"/>
    <w:rsid w:val="001C0AF0"/>
    <w:rsid w:val="001C7211"/>
    <w:rsid w:val="00231206"/>
    <w:rsid w:val="0024529E"/>
    <w:rsid w:val="00280157"/>
    <w:rsid w:val="00282A29"/>
    <w:rsid w:val="00286A38"/>
    <w:rsid w:val="002C4AD1"/>
    <w:rsid w:val="002E763D"/>
    <w:rsid w:val="00347BD5"/>
    <w:rsid w:val="0036171C"/>
    <w:rsid w:val="00366C63"/>
    <w:rsid w:val="003A3D08"/>
    <w:rsid w:val="003A4569"/>
    <w:rsid w:val="003A783D"/>
    <w:rsid w:val="003B07C3"/>
    <w:rsid w:val="003C0CD4"/>
    <w:rsid w:val="003C40E8"/>
    <w:rsid w:val="003D0C01"/>
    <w:rsid w:val="00405497"/>
    <w:rsid w:val="004068A0"/>
    <w:rsid w:val="00413700"/>
    <w:rsid w:val="00431B4B"/>
    <w:rsid w:val="004372B2"/>
    <w:rsid w:val="00440997"/>
    <w:rsid w:val="004531D4"/>
    <w:rsid w:val="00460420"/>
    <w:rsid w:val="00462C97"/>
    <w:rsid w:val="0046428F"/>
    <w:rsid w:val="004853FA"/>
    <w:rsid w:val="004B1831"/>
    <w:rsid w:val="004B4D11"/>
    <w:rsid w:val="004C12BF"/>
    <w:rsid w:val="004C62E9"/>
    <w:rsid w:val="004D4863"/>
    <w:rsid w:val="00505443"/>
    <w:rsid w:val="00522A07"/>
    <w:rsid w:val="00524F13"/>
    <w:rsid w:val="005341AA"/>
    <w:rsid w:val="00543320"/>
    <w:rsid w:val="00554119"/>
    <w:rsid w:val="00561128"/>
    <w:rsid w:val="00574F72"/>
    <w:rsid w:val="005818E2"/>
    <w:rsid w:val="005D4792"/>
    <w:rsid w:val="005F5BE5"/>
    <w:rsid w:val="005F7716"/>
    <w:rsid w:val="00622577"/>
    <w:rsid w:val="00622D8A"/>
    <w:rsid w:val="00630310"/>
    <w:rsid w:val="00635465"/>
    <w:rsid w:val="006678FA"/>
    <w:rsid w:val="00673CA5"/>
    <w:rsid w:val="0067554D"/>
    <w:rsid w:val="00682DB6"/>
    <w:rsid w:val="006A1BAE"/>
    <w:rsid w:val="006A42A0"/>
    <w:rsid w:val="006A5320"/>
    <w:rsid w:val="006F4181"/>
    <w:rsid w:val="00724034"/>
    <w:rsid w:val="007416A3"/>
    <w:rsid w:val="0075689D"/>
    <w:rsid w:val="00764F17"/>
    <w:rsid w:val="007722A4"/>
    <w:rsid w:val="007857DF"/>
    <w:rsid w:val="007A5912"/>
    <w:rsid w:val="007A6CAF"/>
    <w:rsid w:val="007C0E66"/>
    <w:rsid w:val="007D2A6C"/>
    <w:rsid w:val="007E33A2"/>
    <w:rsid w:val="00821160"/>
    <w:rsid w:val="00857DFB"/>
    <w:rsid w:val="00892DFB"/>
    <w:rsid w:val="008B34A0"/>
    <w:rsid w:val="008B7827"/>
    <w:rsid w:val="008D23AD"/>
    <w:rsid w:val="008D4A9B"/>
    <w:rsid w:val="008F41F7"/>
    <w:rsid w:val="009165E5"/>
    <w:rsid w:val="009549D8"/>
    <w:rsid w:val="00996456"/>
    <w:rsid w:val="009A32BA"/>
    <w:rsid w:val="009C1264"/>
    <w:rsid w:val="009D4A9A"/>
    <w:rsid w:val="009E5E1C"/>
    <w:rsid w:val="009F001F"/>
    <w:rsid w:val="00A16A18"/>
    <w:rsid w:val="00A37DAD"/>
    <w:rsid w:val="00A57BA1"/>
    <w:rsid w:val="00A6178A"/>
    <w:rsid w:val="00A71C9E"/>
    <w:rsid w:val="00A93A11"/>
    <w:rsid w:val="00A941B0"/>
    <w:rsid w:val="00AA72F6"/>
    <w:rsid w:val="00AB30A8"/>
    <w:rsid w:val="00AC67E9"/>
    <w:rsid w:val="00AD0EDE"/>
    <w:rsid w:val="00AE0A36"/>
    <w:rsid w:val="00AE7772"/>
    <w:rsid w:val="00AF199C"/>
    <w:rsid w:val="00AF2F90"/>
    <w:rsid w:val="00B10235"/>
    <w:rsid w:val="00B14430"/>
    <w:rsid w:val="00B171E4"/>
    <w:rsid w:val="00B3421D"/>
    <w:rsid w:val="00B72522"/>
    <w:rsid w:val="00B74FF0"/>
    <w:rsid w:val="00B76035"/>
    <w:rsid w:val="00B76FD9"/>
    <w:rsid w:val="00BA1493"/>
    <w:rsid w:val="00BC4837"/>
    <w:rsid w:val="00BC560C"/>
    <w:rsid w:val="00BD3F34"/>
    <w:rsid w:val="00BD786A"/>
    <w:rsid w:val="00BE14F5"/>
    <w:rsid w:val="00BE302B"/>
    <w:rsid w:val="00C26ACB"/>
    <w:rsid w:val="00C27C69"/>
    <w:rsid w:val="00C51177"/>
    <w:rsid w:val="00C53A50"/>
    <w:rsid w:val="00C5757D"/>
    <w:rsid w:val="00CA4FCD"/>
    <w:rsid w:val="00CC04CF"/>
    <w:rsid w:val="00D35EEE"/>
    <w:rsid w:val="00D460F5"/>
    <w:rsid w:val="00D90020"/>
    <w:rsid w:val="00DB23D0"/>
    <w:rsid w:val="00DB7F5B"/>
    <w:rsid w:val="00DC165B"/>
    <w:rsid w:val="00DC7CB3"/>
    <w:rsid w:val="00DE31E9"/>
    <w:rsid w:val="00E630B3"/>
    <w:rsid w:val="00E769C8"/>
    <w:rsid w:val="00EB455D"/>
    <w:rsid w:val="00EB5B21"/>
    <w:rsid w:val="00ED07D2"/>
    <w:rsid w:val="00ED2D91"/>
    <w:rsid w:val="00ED3F55"/>
    <w:rsid w:val="00EE5599"/>
    <w:rsid w:val="00F100CD"/>
    <w:rsid w:val="00F22430"/>
    <w:rsid w:val="00F56F82"/>
    <w:rsid w:val="00F57219"/>
    <w:rsid w:val="00FA3415"/>
    <w:rsid w:val="00FD78FB"/>
    <w:rsid w:val="00FE28A5"/>
    <w:rsid w:val="00FE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26ADCFE"/>
  <w15:chartTrackingRefBased/>
  <w15:docId w15:val="{273B5030-4A9D-43A6-9C2A-32B7621E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786A"/>
    <w:pPr>
      <w:suppressAutoHyphens/>
      <w:spacing w:line="252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suppressAutoHyphens w:val="0"/>
      <w:spacing w:line="259" w:lineRule="auto"/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  <w:suppressAutoHyphens w:val="0"/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  <w:suppressAutoHyphens w:val="0"/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uiPriority w:val="39"/>
    <w:rsid w:val="00BD786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5341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aga127\Desktop\1.%20COMUNICACI&#211;N%20DE%20INICIO%20DE%20ACTUACI&#211;N%20()%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A5609022B764B00A176600DF07DB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558CFC-30B3-4428-9389-9440FEEA591B}"/>
      </w:docPartPr>
      <w:docPartBody>
        <w:p w:rsidR="00802B52" w:rsidRDefault="00802B52" w:rsidP="00802B52">
          <w:pPr>
            <w:pStyle w:val="8A5609022B764B00A176600DF07DBD20"/>
          </w:pPr>
          <w:r w:rsidRPr="00146876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0DFACC9A30C04D76AC116DB0CC865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FA3FC1-CADA-4AD4-924D-9CBB31E22EBE}"/>
      </w:docPartPr>
      <w:docPartBody>
        <w:p w:rsidR="00802B52" w:rsidRDefault="00802B52" w:rsidP="00802B52">
          <w:pPr>
            <w:pStyle w:val="0DFACC9A30C04D76AC116DB0CC865EE9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67BDC9C66C8945398C7BD8E9134FE7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E29885-0478-41F5-9803-07E570CE6F41}"/>
      </w:docPartPr>
      <w:docPartBody>
        <w:p w:rsidR="00802B52" w:rsidRDefault="00802B52" w:rsidP="00802B52">
          <w:pPr>
            <w:pStyle w:val="67BDC9C66C8945398C7BD8E9134FE7E2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8CA30C0E3E6248BE81D97E0B522399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955683-5373-47C6-B872-8DC014B4CEF1}"/>
      </w:docPartPr>
      <w:docPartBody>
        <w:p w:rsidR="00802B52" w:rsidRDefault="00802B52" w:rsidP="00802B52">
          <w:pPr>
            <w:pStyle w:val="8CA30C0E3E6248BE81D97E0B5223991F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E795AA0E5E4F4890A95487FC0C927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16AE6-6B8F-492C-8FC2-90681CE247CF}"/>
      </w:docPartPr>
      <w:docPartBody>
        <w:p w:rsidR="00802B52" w:rsidRDefault="00802B52" w:rsidP="00802B52">
          <w:pPr>
            <w:pStyle w:val="E795AA0E5E4F4890A95487FC0C92715C"/>
          </w:pPr>
          <w:r w:rsidRPr="0049731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D5D"/>
    <w:rsid w:val="000A2C44"/>
    <w:rsid w:val="0056475E"/>
    <w:rsid w:val="00802B52"/>
    <w:rsid w:val="008F41F7"/>
    <w:rsid w:val="00A70782"/>
    <w:rsid w:val="00AB5D5D"/>
    <w:rsid w:val="00C15918"/>
    <w:rsid w:val="00CD2F4D"/>
    <w:rsid w:val="00EC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02B52"/>
    <w:rPr>
      <w:color w:val="808080"/>
    </w:rPr>
  </w:style>
  <w:style w:type="paragraph" w:customStyle="1" w:styleId="8A5609022B764B00A176600DF07DBD20">
    <w:name w:val="8A5609022B764B00A176600DF07DBD20"/>
    <w:rsid w:val="00802B5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FACC9A30C04D76AC116DB0CC865EE9">
    <w:name w:val="0DFACC9A30C04D76AC116DB0CC865EE9"/>
    <w:rsid w:val="00802B5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BDC9C66C8945398C7BD8E9134FE7E2">
    <w:name w:val="67BDC9C66C8945398C7BD8E9134FE7E2"/>
    <w:rsid w:val="00802B5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A30C0E3E6248BE81D97E0B5223991F">
    <w:name w:val="8CA30C0E3E6248BE81D97E0B5223991F"/>
    <w:rsid w:val="00802B5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795AA0E5E4F4890A95487FC0C92715C">
    <w:name w:val="E795AA0E5E4F4890A95487FC0C92715C"/>
    <w:rsid w:val="00802B5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BC6E357150450DA88A2519EB1A3DDD">
    <w:name w:val="7BBC6E357150450DA88A2519EB1A3DDD"/>
    <w:rsid w:val="0056475E"/>
  </w:style>
  <w:style w:type="paragraph" w:customStyle="1" w:styleId="71A5BE19A43E49D29A2F28C2BA61491A">
    <w:name w:val="71A5BE19A43E49D29A2F28C2BA61491A"/>
    <w:rsid w:val="0056475E"/>
  </w:style>
  <w:style w:type="paragraph" w:customStyle="1" w:styleId="CFE5B9B5C58545FDBE839C4259B5AAF3">
    <w:name w:val="CFE5B9B5C58545FDBE839C4259B5AAF3"/>
    <w:rsid w:val="0056475E"/>
  </w:style>
  <w:style w:type="paragraph" w:customStyle="1" w:styleId="13973B6661274BDC9CC82B7B88E59715">
    <w:name w:val="13973B6661274BDC9CC82B7B88E59715"/>
    <w:rsid w:val="0056475E"/>
  </w:style>
  <w:style w:type="paragraph" w:customStyle="1" w:styleId="7D68FD1AD31E4C96A1300BB53F48174A">
    <w:name w:val="7D68FD1AD31E4C96A1300BB53F48174A"/>
    <w:rsid w:val="005647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 COMUNICACIÓN DE INICIO DE ACTUACIÓN () .dotx</Template>
  <TotalTime>4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/>
  <dc:creator>aaga127 Ana Marta González Alonso tfno:9252 67422</dc:creator>
  <cp:keywords/>
  <dc:description/>
  <cp:lastModifiedBy>Laura Moreno Cerdeño</cp:lastModifiedBy>
  <cp:revision>8</cp:revision>
  <cp:lastPrinted>2024-04-11T07:44:00Z</cp:lastPrinted>
  <dcterms:created xsi:type="dcterms:W3CDTF">2025-11-13T08:43:00Z</dcterms:created>
  <dcterms:modified xsi:type="dcterms:W3CDTF">2026-02-23T11:16:00Z</dcterms:modified>
</cp:coreProperties>
</file>